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00"/>
        <w:gridCol w:w="6556"/>
      </w:tblGrid>
      <w:tr w:rsidR="00125AB1" w:rsidRPr="00ED20C7" w14:paraId="6627273D" w14:textId="77777777" w:rsidTr="00125AB1">
        <w:tc>
          <w:tcPr>
            <w:tcW w:w="2800" w:type="dxa"/>
          </w:tcPr>
          <w:p w14:paraId="1E66175C" w14:textId="77777777" w:rsidR="00125AB1" w:rsidRPr="00ED20C7" w:rsidRDefault="00125AB1" w:rsidP="00125AB1">
            <w:pPr>
              <w:tabs>
                <w:tab w:val="center" w:pos="4536"/>
                <w:tab w:val="right" w:pos="9072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556" w:type="dxa"/>
          </w:tcPr>
          <w:p w14:paraId="4D9AF6FE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024E8E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C8C8715" w14:textId="77777777" w:rsidR="00125AB1" w:rsidRPr="00ED20C7" w:rsidRDefault="00125AB1" w:rsidP="00125AB1">
            <w:pPr>
              <w:spacing w:after="120"/>
              <w:ind w:left="-105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KRS/CEiDG]</w:t>
            </w:r>
          </w:p>
        </w:tc>
      </w:tr>
      <w:tr w:rsidR="00125AB1" w:rsidRPr="00ED20C7" w14:paraId="50C8D97C" w14:textId="77777777" w:rsidTr="00125AB1">
        <w:tc>
          <w:tcPr>
            <w:tcW w:w="2800" w:type="dxa"/>
          </w:tcPr>
          <w:p w14:paraId="07193DAF" w14:textId="77777777" w:rsidR="00125AB1" w:rsidRPr="00ED20C7" w:rsidRDefault="00125AB1" w:rsidP="00125AB1">
            <w:pPr>
              <w:tabs>
                <w:tab w:val="center" w:pos="4536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6556" w:type="dxa"/>
          </w:tcPr>
          <w:p w14:paraId="6E6012FA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6C4E7B2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7AF980A3" w14:textId="77777777" w:rsidR="00125AB1" w:rsidRPr="00ED20C7" w:rsidRDefault="00125AB1" w:rsidP="00125AB1">
            <w:pPr>
              <w:spacing w:after="120"/>
              <w:ind w:left="-105" w:right="-101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</w:t>
            </w:r>
            <w:r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 xml:space="preserve"> 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444C5605" w14:textId="77777777" w:rsidR="006A40FF" w:rsidRPr="00125AB1" w:rsidRDefault="006A40FF" w:rsidP="00E0154D">
      <w:pPr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A40FF" w:rsidRPr="000C3052" w14:paraId="76F0B81A" w14:textId="77777777" w:rsidTr="0006123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8CCDD7" w14:textId="77777777" w:rsidR="006A40FF" w:rsidRDefault="006A40FF" w:rsidP="000B6B24">
            <w:pPr>
              <w:pStyle w:val="Nagwek2"/>
              <w:spacing w:line="276" w:lineRule="auto"/>
              <w:ind w:left="-105" w:right="-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 ROBÓT BUDOWLANYCH</w:t>
            </w:r>
          </w:p>
          <w:p w14:paraId="17C18AA6" w14:textId="77777777" w:rsidR="000B6B24" w:rsidRPr="000B6B24" w:rsidRDefault="000B6B24" w:rsidP="000B6B24">
            <w:pPr>
              <w:jc w:val="center"/>
            </w:pPr>
            <w:r w:rsidRPr="000B6B24">
              <w:rPr>
                <w:rFonts w:ascii="Arial" w:hAnsi="Arial" w:cs="Arial"/>
                <w:sz w:val="24"/>
              </w:rPr>
              <w:t>(należy złożyć na wezwanie zamawiającego)</w:t>
            </w:r>
          </w:p>
        </w:tc>
      </w:tr>
    </w:tbl>
    <w:p w14:paraId="0BD3A753" w14:textId="77777777" w:rsidR="00BB080B" w:rsidRDefault="00BB080B" w:rsidP="00125AB1">
      <w:pPr>
        <w:spacing w:before="600" w:after="120"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 xml:space="preserve">Składając </w:t>
      </w:r>
      <w:r w:rsidR="00DF4934" w:rsidRPr="006A40FF">
        <w:rPr>
          <w:rFonts w:ascii="Arial" w:hAnsi="Arial" w:cs="Arial"/>
          <w:sz w:val="24"/>
        </w:rPr>
        <w:t>ofertę w postępowaniu</w:t>
      </w:r>
      <w:r w:rsidR="00343281" w:rsidRPr="006A40FF">
        <w:rPr>
          <w:rFonts w:ascii="Arial" w:hAnsi="Arial" w:cs="Arial"/>
          <w:sz w:val="24"/>
        </w:rPr>
        <w:t xml:space="preserve"> o udzielenie zamówienia publicznego</w:t>
      </w:r>
      <w:r w:rsidR="00DF4934" w:rsidRPr="006A40FF">
        <w:rPr>
          <w:rFonts w:ascii="Arial" w:hAnsi="Arial" w:cs="Arial"/>
          <w:sz w:val="24"/>
        </w:rPr>
        <w:t xml:space="preserve"> na: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125AB1" w:rsidRPr="00CA5E56" w14:paraId="2CBCAD4F" w14:textId="77777777" w:rsidTr="00061234">
        <w:tc>
          <w:tcPr>
            <w:tcW w:w="2269" w:type="dxa"/>
          </w:tcPr>
          <w:p w14:paraId="51C6C197" w14:textId="77777777" w:rsidR="00125AB1" w:rsidRPr="00CA5E56" w:rsidRDefault="00125AB1" w:rsidP="00125AB1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087" w:type="dxa"/>
          </w:tcPr>
          <w:p w14:paraId="50FD9EAA" w14:textId="26FD892F" w:rsidR="00125AB1" w:rsidRPr="00CA5E56" w:rsidRDefault="005F6DE0" w:rsidP="00061234">
            <w:pPr>
              <w:tabs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F6DE0">
              <w:rPr>
                <w:rFonts w:ascii="Arial" w:hAnsi="Arial" w:cs="Arial"/>
                <w:bCs/>
                <w:sz w:val="24"/>
                <w:szCs w:val="24"/>
              </w:rPr>
              <w:t>Budowa sieci wodociągowej w miejscowości Konarzew ul. Jodłowa i ul. Szczerkowska</w:t>
            </w:r>
            <w:r w:rsidR="00125AB1" w:rsidRPr="00CA5E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F94BDB" w:rsidRPr="00CA5E56" w14:paraId="2F140256" w14:textId="77777777" w:rsidTr="007C7722">
        <w:tc>
          <w:tcPr>
            <w:tcW w:w="2269" w:type="dxa"/>
          </w:tcPr>
          <w:p w14:paraId="5D518976" w14:textId="77777777" w:rsidR="00F94BDB" w:rsidRPr="00CA5E56" w:rsidRDefault="00F94BDB" w:rsidP="007C7722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087" w:type="dxa"/>
          </w:tcPr>
          <w:p w14:paraId="1C1364F0" w14:textId="14DE161C" w:rsidR="00F94BDB" w:rsidRPr="00CA5E56" w:rsidRDefault="00F94BDB" w:rsidP="007C7722">
            <w:pPr>
              <w:tabs>
                <w:tab w:val="center" w:pos="6885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94BDB">
              <w:rPr>
                <w:rFonts w:ascii="Arial" w:hAnsi="Arial" w:cs="Arial"/>
                <w:bCs/>
                <w:sz w:val="24"/>
                <w:szCs w:val="24"/>
              </w:rPr>
              <w:t>GK.271.</w:t>
            </w:r>
            <w:r w:rsidR="005F6DE0">
              <w:rPr>
                <w:rFonts w:ascii="Arial" w:hAnsi="Arial" w:cs="Arial"/>
                <w:bCs/>
                <w:sz w:val="24"/>
                <w:szCs w:val="24"/>
              </w:rPr>
              <w:t>11</w:t>
            </w:r>
            <w:r w:rsidRPr="00F94BDB">
              <w:rPr>
                <w:rFonts w:ascii="Arial" w:hAnsi="Arial" w:cs="Arial"/>
                <w:bCs/>
                <w:sz w:val="24"/>
                <w:szCs w:val="24"/>
              </w:rPr>
              <w:t>.202</w:t>
            </w:r>
            <w:r w:rsidR="005F6DE0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</w:tbl>
    <w:p w14:paraId="2DAA6B18" w14:textId="77777777" w:rsidR="005A629F" w:rsidRPr="006A40FF" w:rsidRDefault="00F94BDB" w:rsidP="00061234">
      <w:pPr>
        <w:spacing w:before="240"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DD417E">
        <w:rPr>
          <w:rFonts w:ascii="Arial" w:hAnsi="Arial" w:cs="Arial"/>
          <w:sz w:val="24"/>
        </w:rPr>
        <w:t xml:space="preserve">oświadczam(y), </w:t>
      </w:r>
      <w:r w:rsidR="00C82240" w:rsidRPr="006A40FF">
        <w:rPr>
          <w:rFonts w:ascii="Arial" w:hAnsi="Arial" w:cs="Arial"/>
          <w:sz w:val="24"/>
        </w:rPr>
        <w:t>że</w:t>
      </w:r>
      <w:r w:rsidR="00061234">
        <w:rPr>
          <w:rFonts w:ascii="Arial" w:hAnsi="Arial" w:cs="Arial"/>
          <w:sz w:val="24"/>
        </w:rPr>
        <w:t xml:space="preserve"> </w:t>
      </w:r>
      <w:r w:rsidR="005A629F" w:rsidRPr="006A40FF">
        <w:rPr>
          <w:rFonts w:ascii="Arial" w:hAnsi="Arial" w:cs="Arial"/>
          <w:sz w:val="24"/>
        </w:rPr>
        <w:t>wykonaliśmy następujące roboty budowlane:</w:t>
      </w: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6A40FF" w14:paraId="380030CD" w14:textId="77777777" w:rsidTr="0017733D">
        <w:trPr>
          <w:trHeight w:val="740"/>
          <w:jc w:val="center"/>
        </w:trPr>
        <w:tc>
          <w:tcPr>
            <w:tcW w:w="1772" w:type="dxa"/>
            <w:vAlign w:val="center"/>
          </w:tcPr>
          <w:p w14:paraId="7DDB46FD" w14:textId="77777777" w:rsidR="00F00CCB" w:rsidRPr="006A40FF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603F5EDB" w14:textId="77777777" w:rsidR="00F00CCB" w:rsidRPr="006A40FF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FE5097">
              <w:rPr>
                <w:rFonts w:ascii="Arial" w:hAnsi="Arial" w:cs="Arial"/>
                <w:sz w:val="22"/>
                <w:szCs w:val="22"/>
              </w:rPr>
              <w:t>brutto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7A26D6A4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14:paraId="3F053EAD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i/>
              </w:rPr>
            </w:pPr>
            <w:r w:rsidRPr="006A40FF">
              <w:rPr>
                <w:rFonts w:ascii="Arial" w:hAnsi="Arial" w:cs="Arial"/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742384E" w14:textId="77777777" w:rsidR="00F00CCB" w:rsidRPr="006A40FF" w:rsidRDefault="00F00CCB" w:rsidP="00F00C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5276F0C9" w14:textId="77777777" w:rsidR="00F00CCB" w:rsidRPr="006A40FF" w:rsidRDefault="00F00CCB" w:rsidP="00F00CCB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4"/>
              </w:rPr>
              <w:t>Podmiot, na rzecz którego roboty te zostały wykonane</w:t>
            </w:r>
          </w:p>
        </w:tc>
      </w:tr>
      <w:tr w:rsidR="00F00CCB" w:rsidRPr="006A40FF" w14:paraId="7FF78042" w14:textId="77777777" w:rsidTr="00E7497D">
        <w:trPr>
          <w:trHeight w:hRule="exact" w:val="1145"/>
          <w:jc w:val="center"/>
        </w:trPr>
        <w:tc>
          <w:tcPr>
            <w:tcW w:w="1772" w:type="dxa"/>
          </w:tcPr>
          <w:p w14:paraId="7A5D03E2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5D6AE604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69071D77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51023B4A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5DA976A6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939A64E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3ADDCA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</w:tbl>
    <w:p w14:paraId="2A9295BC" w14:textId="77777777" w:rsidR="00425DD9" w:rsidRPr="006A40FF" w:rsidRDefault="00425DD9" w:rsidP="00425DD9">
      <w:pPr>
        <w:jc w:val="both"/>
        <w:rPr>
          <w:rFonts w:ascii="Arial" w:hAnsi="Arial" w:cs="Arial"/>
          <w:sz w:val="24"/>
        </w:rPr>
      </w:pPr>
    </w:p>
    <w:p w14:paraId="54871035" w14:textId="77777777" w:rsidR="008C7282" w:rsidRPr="006A40FF" w:rsidRDefault="00C82240" w:rsidP="0017733D">
      <w:pPr>
        <w:spacing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 xml:space="preserve">Do wykazu należy </w:t>
      </w:r>
      <w:r w:rsidRPr="006251B8">
        <w:rPr>
          <w:rFonts w:ascii="Arial" w:hAnsi="Arial" w:cs="Arial"/>
          <w:color w:val="EE0000"/>
          <w:sz w:val="24"/>
        </w:rPr>
        <w:t>dołączyć d</w:t>
      </w:r>
      <w:r w:rsidR="005A629F" w:rsidRPr="006251B8">
        <w:rPr>
          <w:rFonts w:ascii="Arial" w:hAnsi="Arial" w:cs="Arial"/>
          <w:color w:val="EE0000"/>
          <w:sz w:val="24"/>
        </w:rPr>
        <w:t>owody</w:t>
      </w:r>
      <w:r w:rsidR="00061234" w:rsidRPr="0017733D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Pr="006A40FF">
        <w:rPr>
          <w:rFonts w:ascii="Arial" w:hAnsi="Arial" w:cs="Arial"/>
        </w:rPr>
        <w:t xml:space="preserve"> </w:t>
      </w:r>
      <w:r w:rsidRPr="006A40FF">
        <w:rPr>
          <w:rFonts w:ascii="Arial" w:hAnsi="Arial" w:cs="Arial"/>
          <w:sz w:val="24"/>
          <w:szCs w:val="24"/>
        </w:rPr>
        <w:t>potwierdzające,</w:t>
      </w:r>
      <w:r w:rsidRPr="006A40FF">
        <w:rPr>
          <w:rFonts w:ascii="Arial" w:hAnsi="Arial" w:cs="Arial"/>
        </w:rPr>
        <w:t xml:space="preserve"> </w:t>
      </w:r>
      <w:r w:rsidR="005A629F" w:rsidRPr="006A40FF">
        <w:rPr>
          <w:rFonts w:ascii="Arial" w:hAnsi="Arial" w:cs="Arial"/>
          <w:sz w:val="24"/>
        </w:rPr>
        <w:t>że</w:t>
      </w:r>
      <w:r w:rsidR="008C7282" w:rsidRPr="006A40FF">
        <w:rPr>
          <w:rFonts w:ascii="Arial" w:hAnsi="Arial" w:cs="Arial"/>
          <w:sz w:val="24"/>
        </w:rPr>
        <w:t xml:space="preserve"> </w:t>
      </w:r>
      <w:r w:rsidRPr="006A40FF">
        <w:rPr>
          <w:rFonts w:ascii="Arial" w:hAnsi="Arial" w:cs="Arial"/>
          <w:sz w:val="24"/>
        </w:rPr>
        <w:t xml:space="preserve">roboty budowlane </w:t>
      </w:r>
      <w:r w:rsidR="008C7282" w:rsidRPr="006A40FF">
        <w:rPr>
          <w:rFonts w:ascii="Arial" w:hAnsi="Arial" w:cs="Arial"/>
          <w:sz w:val="24"/>
        </w:rPr>
        <w:t xml:space="preserve">zostały </w:t>
      </w:r>
      <w:r w:rsidR="005A629F" w:rsidRPr="006A40FF">
        <w:rPr>
          <w:rFonts w:ascii="Arial" w:hAnsi="Arial" w:cs="Arial"/>
          <w:sz w:val="24"/>
        </w:rPr>
        <w:t>wykonane</w:t>
      </w:r>
      <w:r w:rsidR="007F23DA" w:rsidRPr="006A40FF">
        <w:rPr>
          <w:rFonts w:ascii="Arial" w:hAnsi="Arial" w:cs="Arial"/>
          <w:sz w:val="24"/>
        </w:rPr>
        <w:t xml:space="preserve"> należycie,</w:t>
      </w:r>
      <w:r w:rsidR="005A629F" w:rsidRPr="006A40FF">
        <w:rPr>
          <w:rFonts w:ascii="Arial" w:hAnsi="Arial" w:cs="Arial"/>
          <w:sz w:val="24"/>
        </w:rPr>
        <w:t xml:space="preserve"> </w:t>
      </w:r>
      <w:r w:rsidR="007F23DA" w:rsidRPr="006A40FF">
        <w:rPr>
          <w:rFonts w:ascii="Arial" w:hAnsi="Arial" w:cs="Arial"/>
          <w:sz w:val="24"/>
        </w:rPr>
        <w:t>zgodnie z przepisami prawa budowlanego i prawidłowo ukończone</w:t>
      </w:r>
      <w:r w:rsidR="005A629F" w:rsidRPr="006A40FF">
        <w:rPr>
          <w:rFonts w:ascii="Arial" w:hAnsi="Arial" w:cs="Arial"/>
          <w:sz w:val="24"/>
        </w:rPr>
        <w:t>.</w:t>
      </w: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D417E" w:rsidRPr="00DD417E" w14:paraId="59303B4D" w14:textId="77777777" w:rsidTr="00DD417E">
        <w:tc>
          <w:tcPr>
            <w:tcW w:w="2660" w:type="dxa"/>
          </w:tcPr>
          <w:p w14:paraId="0DC98BD1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805793E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5508E85C" w14:textId="77777777" w:rsidR="00DD417E" w:rsidRPr="00DD417E" w:rsidRDefault="00DD417E" w:rsidP="00DD417E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6946" w:type="dxa"/>
          </w:tcPr>
          <w:p w14:paraId="51C6EB09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7339B66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14:paraId="71DD7DCE" w14:textId="77777777" w:rsidR="00DD417E" w:rsidRPr="00DD417E" w:rsidRDefault="00DD417E" w:rsidP="00DD417E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F94BDB" w:rsidRPr="00DD417E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DD417E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2A5FCF5E" w14:textId="77777777" w:rsidR="00DD417E" w:rsidRPr="0017733D" w:rsidRDefault="00DD417E" w:rsidP="00DD417E">
      <w:pPr>
        <w:rPr>
          <w:rFonts w:ascii="Arial" w:hAnsi="Arial" w:cs="Arial"/>
          <w:sz w:val="22"/>
          <w:szCs w:val="22"/>
        </w:rPr>
      </w:pPr>
    </w:p>
    <w:sectPr w:rsidR="00DD417E" w:rsidRPr="0017733D" w:rsidSect="009E619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276" w:left="1134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876C6" w14:textId="77777777" w:rsidR="001D041D" w:rsidRDefault="001D041D">
      <w:r>
        <w:separator/>
      </w:r>
    </w:p>
  </w:endnote>
  <w:endnote w:type="continuationSeparator" w:id="0">
    <w:p w14:paraId="75955683" w14:textId="77777777" w:rsidR="001D041D" w:rsidRDefault="001D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599D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C9B69F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ADCA7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CFEB01" w14:textId="77777777" w:rsidR="00EF0FC8" w:rsidRDefault="00EF0FC8" w:rsidP="0017733D">
    <w:pPr>
      <w:pStyle w:val="Stopka"/>
      <w:tabs>
        <w:tab w:val="clear" w:pos="4536"/>
      </w:tabs>
      <w:spacing w:before="120"/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00CC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00CC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5A28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2AAA2CC" w14:textId="77777777" w:rsidR="00EF0FC8" w:rsidRDefault="00EF0FC8">
    <w:pPr>
      <w:pStyle w:val="Stopka"/>
      <w:tabs>
        <w:tab w:val="clear" w:pos="4536"/>
      </w:tabs>
      <w:jc w:val="center"/>
    </w:pPr>
  </w:p>
  <w:p w14:paraId="57344619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24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FF753" w14:textId="77777777" w:rsidR="001D041D" w:rsidRDefault="001D041D">
      <w:r>
        <w:separator/>
      </w:r>
    </w:p>
  </w:footnote>
  <w:footnote w:type="continuationSeparator" w:id="0">
    <w:p w14:paraId="0B18DEBE" w14:textId="77777777" w:rsidR="001D041D" w:rsidRDefault="001D041D">
      <w:r>
        <w:continuationSeparator/>
      </w:r>
    </w:p>
  </w:footnote>
  <w:footnote w:id="1">
    <w:p w14:paraId="72BA11C0" w14:textId="77777777" w:rsidR="00061234" w:rsidRPr="00061234" w:rsidRDefault="00061234" w:rsidP="0017733D">
      <w:pPr>
        <w:pStyle w:val="Tekstprzypisudolnego"/>
        <w:spacing w:after="60"/>
        <w:ind w:left="142" w:hanging="142"/>
        <w:jc w:val="both"/>
      </w:pPr>
      <w:r w:rsidRPr="0017733D">
        <w:rPr>
          <w:rStyle w:val="Odwoanieprzypisudolnego"/>
          <w:rFonts w:ascii="Arial" w:hAnsi="Arial" w:cs="Arial"/>
          <w:color w:val="0070C0"/>
        </w:rPr>
        <w:footnoteRef/>
      </w:r>
      <w:r>
        <w:t xml:space="preserve"> </w:t>
      </w:r>
      <w:r w:rsidRPr="0017733D">
        <w:rPr>
          <w:rFonts w:ascii="Arial" w:hAnsi="Arial" w:cs="Arial"/>
          <w:color w:val="0070C0"/>
        </w:rPr>
        <w:t xml:space="preserve">Stosownie do postanowień §9 ust. 1 pkt. 1 </w:t>
      </w:r>
      <w:r w:rsidRPr="0017733D">
        <w:rPr>
          <w:rFonts w:ascii="Arial" w:hAnsi="Arial" w:cs="Arial"/>
          <w:i/>
          <w:iCs/>
          <w:color w:val="0070C0"/>
        </w:rPr>
        <w:t>Rozporządzenia</w:t>
      </w:r>
      <w:r w:rsidRPr="0017733D">
        <w:rPr>
          <w:rFonts w:ascii="Arial" w:hAnsi="Arial" w:cs="Arial"/>
          <w:color w:val="0070C0"/>
        </w:rPr>
        <w:t xml:space="preserve"> </w:t>
      </w:r>
      <w:r w:rsidRPr="0017733D">
        <w:rPr>
          <w:rFonts w:ascii="Arial" w:hAnsi="Arial" w:cs="Arial"/>
          <w:i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17733D">
        <w:rPr>
          <w:rFonts w:ascii="Arial" w:hAnsi="Arial" w:cs="Arial"/>
          <w:color w:val="0070C0"/>
        </w:rPr>
        <w:t>, dowodami tymi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E3230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7147828">
    <w:abstractNumId w:val="4"/>
  </w:num>
  <w:num w:numId="2" w16cid:durableId="2088648956">
    <w:abstractNumId w:val="0"/>
  </w:num>
  <w:num w:numId="3" w16cid:durableId="1099447357">
    <w:abstractNumId w:val="5"/>
  </w:num>
  <w:num w:numId="4" w16cid:durableId="491726667">
    <w:abstractNumId w:val="6"/>
  </w:num>
  <w:num w:numId="5" w16cid:durableId="584612751">
    <w:abstractNumId w:val="3"/>
  </w:num>
  <w:num w:numId="6" w16cid:durableId="1694530669">
    <w:abstractNumId w:val="1"/>
  </w:num>
  <w:num w:numId="7" w16cid:durableId="729303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1D"/>
    <w:rsid w:val="00013C96"/>
    <w:rsid w:val="00035F1B"/>
    <w:rsid w:val="00061234"/>
    <w:rsid w:val="00065ADD"/>
    <w:rsid w:val="000B6B24"/>
    <w:rsid w:val="000D6FE5"/>
    <w:rsid w:val="00125AB1"/>
    <w:rsid w:val="0017733D"/>
    <w:rsid w:val="001D041D"/>
    <w:rsid w:val="001F059E"/>
    <w:rsid w:val="00205A70"/>
    <w:rsid w:val="00215B3C"/>
    <w:rsid w:val="00260E96"/>
    <w:rsid w:val="002F5E7A"/>
    <w:rsid w:val="00330867"/>
    <w:rsid w:val="00343281"/>
    <w:rsid w:val="00354857"/>
    <w:rsid w:val="00425DD9"/>
    <w:rsid w:val="00537E64"/>
    <w:rsid w:val="005674B2"/>
    <w:rsid w:val="005A629F"/>
    <w:rsid w:val="005E43A0"/>
    <w:rsid w:val="005F6DE0"/>
    <w:rsid w:val="00624512"/>
    <w:rsid w:val="006251B8"/>
    <w:rsid w:val="00676CF8"/>
    <w:rsid w:val="0069236A"/>
    <w:rsid w:val="006A40FF"/>
    <w:rsid w:val="00765925"/>
    <w:rsid w:val="00792635"/>
    <w:rsid w:val="00796AEC"/>
    <w:rsid w:val="007A289B"/>
    <w:rsid w:val="007B5F89"/>
    <w:rsid w:val="007E0ED8"/>
    <w:rsid w:val="007F23DA"/>
    <w:rsid w:val="008C7282"/>
    <w:rsid w:val="008F50C0"/>
    <w:rsid w:val="00901871"/>
    <w:rsid w:val="00946738"/>
    <w:rsid w:val="009A2D6F"/>
    <w:rsid w:val="009E6198"/>
    <w:rsid w:val="00A063F1"/>
    <w:rsid w:val="00A43C8C"/>
    <w:rsid w:val="00A658AE"/>
    <w:rsid w:val="00A82E12"/>
    <w:rsid w:val="00AB17BF"/>
    <w:rsid w:val="00BB080B"/>
    <w:rsid w:val="00C75AFF"/>
    <w:rsid w:val="00C82240"/>
    <w:rsid w:val="00D55046"/>
    <w:rsid w:val="00DD417E"/>
    <w:rsid w:val="00DD74AE"/>
    <w:rsid w:val="00DF4934"/>
    <w:rsid w:val="00E001EA"/>
    <w:rsid w:val="00E0154D"/>
    <w:rsid w:val="00E7497D"/>
    <w:rsid w:val="00EF0FC8"/>
    <w:rsid w:val="00F00CCB"/>
    <w:rsid w:val="00F85E7E"/>
    <w:rsid w:val="00F90539"/>
    <w:rsid w:val="00F94BDB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70E60C"/>
  <w15:chartTrackingRefBased/>
  <w15:docId w15:val="{B84F3249-D37E-46D7-B058-71D2156B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BE5B8-C22D-4DD8-8CF1-9EF61518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118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nr pisma</vt:lpstr>
      <vt:lpstr>        Załącznik nr @p_siwz_dok_nr#nr_kl do SWZ</vt:lpstr>
    </vt:vector>
  </TitlesOfParts>
  <Company>Datacomp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Dell</dc:creator>
  <cp:keywords/>
  <cp:lastModifiedBy>Przemysław Krawętkowski</cp:lastModifiedBy>
  <cp:revision>4</cp:revision>
  <cp:lastPrinted>2000-12-14T19:24:00Z</cp:lastPrinted>
  <dcterms:created xsi:type="dcterms:W3CDTF">2025-12-23T10:07:00Z</dcterms:created>
  <dcterms:modified xsi:type="dcterms:W3CDTF">2026-02-23T08:28:00Z</dcterms:modified>
</cp:coreProperties>
</file>